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B58" w:rsidRDefault="00434B58">
      <w:r>
        <w:t>Brandon Rathwell</w:t>
      </w:r>
    </w:p>
    <w:p w:rsidR="00434B58" w:rsidRDefault="00434B58">
      <w:r>
        <w:t>Steroids in Collage Sports</w:t>
      </w:r>
    </w:p>
    <w:p w:rsidR="00434B58" w:rsidRDefault="00434B58">
      <w:r>
        <w:t>October 14</w:t>
      </w:r>
      <w:r w:rsidRPr="006A4BA4">
        <w:rPr>
          <w:vertAlign w:val="superscript"/>
        </w:rPr>
        <w:t>th</w:t>
      </w:r>
      <w:r>
        <w:rPr>
          <w:vertAlign w:val="superscript"/>
        </w:rPr>
        <w:t xml:space="preserve"> 2009</w:t>
      </w:r>
    </w:p>
    <w:p w:rsidR="00434B58" w:rsidRDefault="00434B58" w:rsidP="006A4BA4">
      <w:pPr>
        <w:spacing w:line="480" w:lineRule="auto"/>
      </w:pPr>
      <w:r>
        <w:tab/>
      </w:r>
    </w:p>
    <w:p w:rsidR="00434B58" w:rsidRDefault="00434B58" w:rsidP="006A4BA4">
      <w:pPr>
        <w:spacing w:line="480" w:lineRule="auto"/>
        <w:ind w:firstLine="720"/>
      </w:pPr>
      <w:r>
        <w:t xml:space="preserve">This article is about collage athletes and their use of steroids. It talks about the use during the 2003 and 2004 season along with the 2004 and 2005 season. The athletes took the steroids to enhance their performance. The steroids were taken by pill or through injections into main veins. </w:t>
      </w:r>
    </w:p>
    <w:p w:rsidR="00434B58" w:rsidRDefault="00434B58" w:rsidP="006A4BA4">
      <w:pPr>
        <w:spacing w:line="480" w:lineRule="auto"/>
        <w:ind w:firstLine="720"/>
      </w:pPr>
      <w:r>
        <w:t xml:space="preserve">While reading I noticed that steroids were very widely used. In 03-04 72 players tested positive and In 04-05 106 players tested positive. If a player tests positive they lose a year of eligibility. Steroids are synthetic derivatives of a males testosterone. </w:t>
      </w:r>
    </w:p>
    <w:p w:rsidR="00434B58" w:rsidRDefault="00434B58" w:rsidP="006A4BA4">
      <w:pPr>
        <w:spacing w:line="480" w:lineRule="auto"/>
        <w:ind w:firstLine="720"/>
      </w:pPr>
      <w:r>
        <w:t>I wonder how many athletes take steroids and r not caught?</w:t>
      </w:r>
    </w:p>
    <w:p w:rsidR="00434B58" w:rsidRDefault="00434B58" w:rsidP="006A4BA4">
      <w:pPr>
        <w:spacing w:line="480" w:lineRule="auto"/>
        <w:ind w:firstLine="720"/>
      </w:pPr>
      <w:r>
        <w:t>This article relates to are topic because it talks about steroids. It also talks about the punishment for using steroids.</w:t>
      </w:r>
    </w:p>
    <w:p w:rsidR="00434B58" w:rsidRDefault="00434B58" w:rsidP="006A4BA4">
      <w:pPr>
        <w:spacing w:line="480" w:lineRule="auto"/>
        <w:ind w:firstLine="720"/>
      </w:pPr>
    </w:p>
    <w:p w:rsidR="00434B58" w:rsidRDefault="00434B58" w:rsidP="006A4BA4">
      <w:pPr>
        <w:spacing w:line="480" w:lineRule="auto"/>
        <w:ind w:firstLine="720"/>
      </w:pPr>
    </w:p>
    <w:p w:rsidR="00434B58" w:rsidRDefault="00434B58" w:rsidP="006A4BA4">
      <w:pPr>
        <w:spacing w:line="480" w:lineRule="auto"/>
        <w:ind w:firstLine="720"/>
      </w:pPr>
    </w:p>
    <w:p w:rsidR="00434B58" w:rsidRDefault="00434B58" w:rsidP="006A4BA4">
      <w:pPr>
        <w:spacing w:line="480" w:lineRule="auto"/>
        <w:ind w:firstLine="720"/>
      </w:pPr>
    </w:p>
    <w:p w:rsidR="00434B58" w:rsidRDefault="00434B58" w:rsidP="006A4BA4">
      <w:pPr>
        <w:spacing w:line="480" w:lineRule="auto"/>
        <w:ind w:firstLine="720"/>
      </w:pPr>
    </w:p>
    <w:p w:rsidR="00434B58" w:rsidRDefault="00434B58" w:rsidP="006A4BA4">
      <w:pPr>
        <w:spacing w:line="480" w:lineRule="auto"/>
        <w:ind w:firstLine="720"/>
      </w:pPr>
    </w:p>
    <w:p w:rsidR="00434B58" w:rsidRDefault="00434B58" w:rsidP="006A4BA4">
      <w:pPr>
        <w:spacing w:line="480" w:lineRule="auto"/>
        <w:ind w:firstLine="720"/>
      </w:pPr>
    </w:p>
    <w:p w:rsidR="00434B58" w:rsidRDefault="00434B58" w:rsidP="006A4BA4">
      <w:pPr>
        <w:spacing w:line="480" w:lineRule="auto"/>
        <w:ind w:firstLine="720"/>
      </w:pPr>
      <w:r>
        <w:t xml:space="preserve"> Brandon Rathwell</w:t>
      </w:r>
    </w:p>
    <w:p w:rsidR="00434B58" w:rsidRDefault="00434B58" w:rsidP="006A4BA4">
      <w:pPr>
        <w:spacing w:line="480" w:lineRule="auto"/>
        <w:ind w:firstLine="720"/>
      </w:pPr>
      <w:r>
        <w:t>Steroidslaw.com/steroid-law-44.html</w:t>
      </w:r>
    </w:p>
    <w:p w:rsidR="00434B58" w:rsidRDefault="00434B58" w:rsidP="006A4BA4">
      <w:pPr>
        <w:spacing w:line="480" w:lineRule="auto"/>
        <w:ind w:firstLine="720"/>
      </w:pPr>
      <w:r>
        <w:t>Steroids and steroid precursors in collage sports</w:t>
      </w:r>
    </w:p>
    <w:p w:rsidR="00434B58" w:rsidRDefault="00434B58" w:rsidP="006A4BA4">
      <w:pPr>
        <w:spacing w:line="480" w:lineRule="auto"/>
        <w:ind w:firstLine="720"/>
      </w:pPr>
      <w:r>
        <w:t>Copyright 2009</w:t>
      </w:r>
    </w:p>
    <w:p w:rsidR="00434B58" w:rsidRDefault="00434B58" w:rsidP="006A4BA4">
      <w:pPr>
        <w:spacing w:line="480" w:lineRule="auto"/>
        <w:ind w:firstLine="720"/>
      </w:pPr>
      <w:r>
        <w:tab/>
        <w:t>Steroids have been used in sports since 1980. The athletes used the steroids to increase their performance. However using steroids has serious side affects. The athletes use needles to inject the steroids into their muscles.</w:t>
      </w:r>
    </w:p>
    <w:p w:rsidR="00434B58" w:rsidRDefault="00434B58" w:rsidP="006A4BA4">
      <w:pPr>
        <w:spacing w:line="480" w:lineRule="auto"/>
        <w:ind w:firstLine="720"/>
      </w:pPr>
      <w:r>
        <w:tab/>
        <w:t>I learned that steroids have been banned in the NCAA since the 1980’s. It also reminded me how dangerous steroids are. I learned that steroids were first used as weight loss pills. There are also many different types of steroids.</w:t>
      </w:r>
    </w:p>
    <w:p w:rsidR="00434B58" w:rsidRDefault="00434B58" w:rsidP="006A4BA4">
      <w:pPr>
        <w:spacing w:line="480" w:lineRule="auto"/>
        <w:ind w:firstLine="720"/>
      </w:pPr>
      <w:r>
        <w:t>After reading the article I would still like to know if certain types of steroids are more dangerous than others?</w:t>
      </w:r>
    </w:p>
    <w:p w:rsidR="00434B58" w:rsidRDefault="00434B58" w:rsidP="006A4BA4">
      <w:pPr>
        <w:spacing w:line="480" w:lineRule="auto"/>
        <w:ind w:firstLine="720"/>
      </w:pPr>
      <w:r>
        <w:t xml:space="preserve">  The article talks about the dangers of using steroids and how they are taken. The article also talks about laws that were passed to prevent the use of steroids in the NCAA. </w:t>
      </w:r>
    </w:p>
    <w:p w:rsidR="00434B58" w:rsidRDefault="00434B58" w:rsidP="006A4BA4">
      <w:pPr>
        <w:spacing w:line="480" w:lineRule="auto"/>
        <w:ind w:firstLine="720"/>
      </w:pPr>
    </w:p>
    <w:sectPr w:rsidR="00434B58" w:rsidSect="00D75B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BA4"/>
    <w:rsid w:val="0036787D"/>
    <w:rsid w:val="00434B58"/>
    <w:rsid w:val="006A4BA4"/>
    <w:rsid w:val="006E0F80"/>
    <w:rsid w:val="007B190D"/>
    <w:rsid w:val="00A530A1"/>
    <w:rsid w:val="00AD3C03"/>
    <w:rsid w:val="00D43C21"/>
    <w:rsid w:val="00D75B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B4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TotalTime>
  <Pages>2</Pages>
  <Words>249</Words>
  <Characters>1421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Terrence</dc:creator>
  <cp:keywords/>
  <dc:description/>
  <cp:lastModifiedBy>Administrator</cp:lastModifiedBy>
  <cp:revision>5</cp:revision>
  <dcterms:created xsi:type="dcterms:W3CDTF">2009-12-14T21:04:00Z</dcterms:created>
  <dcterms:modified xsi:type="dcterms:W3CDTF">2009-12-16T19:36:00Z</dcterms:modified>
</cp:coreProperties>
</file>